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13CC4922"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7F3777">
        <w:rPr>
          <w:rStyle w:val="Strong"/>
          <w:lang w:val="en-GB"/>
        </w:rPr>
        <w:t>-</w:t>
      </w:r>
      <w:bookmarkEnd w:id="0"/>
      <w:bookmarkEnd w:id="1"/>
      <w:bookmarkEnd w:id="2"/>
      <w:bookmarkEnd w:id="3"/>
      <w:bookmarkEnd w:id="4"/>
      <w:r w:rsidR="002E2AD4">
        <w:rPr>
          <w:rStyle w:val="Strong"/>
          <w:b w:val="0"/>
          <w:bCs w:val="0"/>
          <w:lang w:val="en-GB"/>
        </w:rPr>
        <w:t>25-SS001-25</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FAAB64" w14:textId="77777777" w:rsidR="00BF2E45" w:rsidRDefault="00BF2E45">
      <w:r>
        <w:separator/>
      </w:r>
    </w:p>
  </w:endnote>
  <w:endnote w:type="continuationSeparator" w:id="0">
    <w:p w14:paraId="73F56777" w14:textId="77777777" w:rsidR="00BF2E45" w:rsidRDefault="00BF2E45">
      <w:r>
        <w:continuationSeparator/>
      </w:r>
    </w:p>
  </w:endnote>
  <w:endnote w:type="continuationNotice" w:id="1">
    <w:p w14:paraId="1BD8665D" w14:textId="77777777" w:rsidR="00BF2E45" w:rsidRDefault="00BF2E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9DC2E" w14:textId="77777777" w:rsidR="009D3E7B" w:rsidRDefault="009D3E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51E29D0" w:rsidR="00133D55" w:rsidRDefault="00133D55" w:rsidP="004878F3">
    <w:pPr>
      <w:pStyle w:val="Footer"/>
    </w:pPr>
    <w:r>
      <w:fldChar w:fldCharType="begin"/>
    </w:r>
    <w:r>
      <w:instrText xml:space="preserve"> DATE \@ "yyyy-MM-dd" </w:instrText>
    </w:r>
    <w:r>
      <w:fldChar w:fldCharType="separate"/>
    </w:r>
    <w:r w:rsidR="00C77121">
      <w:rPr>
        <w:noProof/>
      </w:rPr>
      <w:t>2025-01-09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A9A55" w14:textId="77777777" w:rsidR="009D3E7B" w:rsidRDefault="009D3E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263E7" w14:textId="77777777" w:rsidR="00BF2E45" w:rsidRDefault="00BF2E45">
      <w:r>
        <w:separator/>
      </w:r>
    </w:p>
  </w:footnote>
  <w:footnote w:type="continuationSeparator" w:id="0">
    <w:p w14:paraId="1992AE96" w14:textId="77777777" w:rsidR="00BF2E45" w:rsidRDefault="00BF2E45">
      <w:r>
        <w:continuationSeparator/>
      </w:r>
    </w:p>
  </w:footnote>
  <w:footnote w:type="continuationNotice" w:id="1">
    <w:p w14:paraId="600E755A" w14:textId="77777777" w:rsidR="00BF2E45" w:rsidRDefault="00BF2E4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B0EF4" w14:textId="77777777" w:rsidR="009D3E7B" w:rsidRDefault="009D3E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5137054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bookmarkStart w:id="11" w:name="_GoBack"/>
    <w:bookmarkEnd w:id="1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F3240" w14:textId="77777777" w:rsidR="009D3E7B" w:rsidRDefault="009D3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2AD4"/>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14A7"/>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2E45"/>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121"/>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FBE6A5FF-AAB1-4B3F-A43C-A0D9C65DA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1027</Words>
  <Characters>5734</Characters>
  <Application>Microsoft Office Word</Application>
  <DocSecurity>0</DocSecurity>
  <Lines>92</Lines>
  <Paragraphs>43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6718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3</cp:revision>
  <cp:lastPrinted>2013-10-18T08:32:00Z</cp:lastPrinted>
  <dcterms:created xsi:type="dcterms:W3CDTF">2025-01-08T21:28:00Z</dcterms:created>
  <dcterms:modified xsi:type="dcterms:W3CDTF">2025-01-08T21:35:00Z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01ca2d9ca0eb05f9ce48e1a60da9547405a12bbda7a7b5a82a6d48f94da9d1fe</vt:lpwstr>
  </property>
</Properties>
</file>